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41BB5F1A" w:rsidR="00F1480E" w:rsidRPr="00C458AE" w:rsidRDefault="00F1480E" w:rsidP="00C458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C458A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7634C81C" w:rsidR="00F1480E" w:rsidRPr="00C458AE" w:rsidRDefault="00F1480E" w:rsidP="0072164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458AE" w:rsidRPr="00C458AE">
              <w:t xml:space="preserve">AHC Agriculture, Horticulture and Conservation and Land Management </w:t>
            </w:r>
            <w:r w:rsidR="00337E82" w:rsidRPr="00C458AE">
              <w:rPr>
                <w:rStyle w:val="SITemporarytext-blue"/>
                <w:color w:val="auto"/>
                <w:sz w:val="20"/>
              </w:rPr>
              <w:t>Training</w:t>
            </w:r>
            <w:r w:rsidRPr="00C458A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72164A">
              <w:rPr>
                <w:rStyle w:val="SITemporarytext-blue"/>
                <w:color w:val="auto"/>
                <w:sz w:val="20"/>
              </w:rPr>
              <w:t>Version</w:t>
            </w:r>
            <w:r w:rsidR="00C458AE" w:rsidRPr="0072164A">
              <w:rPr>
                <w:rStyle w:val="SITemporarytext-blue"/>
                <w:color w:val="auto"/>
                <w:sz w:val="20"/>
              </w:rPr>
              <w:t xml:space="preserve"> </w:t>
            </w:r>
            <w:r w:rsidR="00A3701D" w:rsidRPr="0072164A">
              <w:rPr>
                <w:rStyle w:val="SITemporarytext-blue"/>
                <w:color w:val="auto"/>
                <w:sz w:val="20"/>
              </w:rPr>
              <w:t>9</w:t>
            </w:r>
            <w:r w:rsidR="00337E82" w:rsidRPr="0072164A">
              <w:rPr>
                <w:rStyle w:val="SITemporarytext-blue"/>
                <w:color w:val="auto"/>
                <w:sz w:val="20"/>
              </w:rPr>
              <w:t>.0</w:t>
            </w:r>
            <w:r w:rsidRPr="0072164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D5A8CCB" w:rsidR="00F1480E" w:rsidRPr="00205F8D" w:rsidRDefault="00D67242" w:rsidP="00205F8D">
            <w:pPr>
              <w:pStyle w:val="SIQUALCODE"/>
            </w:pPr>
            <w:r>
              <w:t>AHC</w:t>
            </w:r>
            <w:r w:rsidR="00E11B8C">
              <w:t>2</w:t>
            </w:r>
            <w:r w:rsidR="00FB23AD">
              <w:t>04</w:t>
            </w:r>
            <w:r w:rsidR="00C458AE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50D57BF" w:rsidR="00F1480E" w:rsidRPr="00205F8D" w:rsidRDefault="00E11B8C" w:rsidP="00205F8D">
            <w:pPr>
              <w:pStyle w:val="SIQUALtitle"/>
            </w:pPr>
            <w:r w:rsidRPr="00E11B8C">
              <w:t>Certificate II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0B743046" w14:textId="5118AD00" w:rsidR="000D73BF" w:rsidRPr="000D73BF" w:rsidRDefault="000D73BF" w:rsidP="00C458AE">
            <w:pPr>
              <w:pStyle w:val="SIText"/>
            </w:pPr>
            <w:r w:rsidRPr="000D73BF">
              <w:t xml:space="preserve">This qualification </w:t>
            </w:r>
            <w:r w:rsidR="00C458AE">
              <w:t>describes the s</w:t>
            </w:r>
            <w:r w:rsidR="00C458AE" w:rsidRPr="00C458AE">
              <w:t>kills and knowledge for</w:t>
            </w:r>
            <w:r w:rsidRPr="000D73BF">
              <w:t xml:space="preserve"> a range of </w:t>
            </w:r>
            <w:r w:rsidR="003A1A00">
              <w:t>entry level amenity horticulture</w:t>
            </w:r>
            <w:r w:rsidRPr="000D73BF">
              <w:t xml:space="preserve"> job roles.</w:t>
            </w:r>
          </w:p>
          <w:p w14:paraId="036CA362" w14:textId="1116D1CA" w:rsidR="000D73BF" w:rsidRDefault="000D73BF" w:rsidP="00C458AE">
            <w:pPr>
              <w:pStyle w:val="SIText"/>
            </w:pPr>
          </w:p>
          <w:p w14:paraId="337AE137" w14:textId="2727B5EC" w:rsidR="00496840" w:rsidRDefault="00496840" w:rsidP="00C458AE">
            <w:pPr>
              <w:pStyle w:val="SIText"/>
            </w:pPr>
            <w:r w:rsidRPr="00C73ADA">
              <w:t xml:space="preserve">Individuals with this qualification carry out routine tasks under supervision </w:t>
            </w:r>
            <w:r>
              <w:t>where the work is predictable and structured with limited judgement requirements.</w:t>
            </w:r>
          </w:p>
          <w:p w14:paraId="7C280B38" w14:textId="77777777" w:rsidR="00496840" w:rsidRPr="000D73BF" w:rsidRDefault="00496840" w:rsidP="00C458AE">
            <w:pPr>
              <w:pStyle w:val="SIText"/>
            </w:pPr>
          </w:p>
          <w:p w14:paraId="17D9FEF5" w14:textId="1BC556BC" w:rsidR="00D67242" w:rsidRPr="00205F8D" w:rsidRDefault="000D73BF" w:rsidP="00C458AE">
            <w:pPr>
              <w:pStyle w:val="SIText"/>
            </w:pPr>
            <w:r w:rsidRPr="000D73BF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A3701D" w:rsidRDefault="001F28F9" w:rsidP="00A3701D">
            <w:pPr>
              <w:pStyle w:val="SIText"/>
            </w:pP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5C0DBDEC" w14:textId="77777777" w:rsidR="000D73BF" w:rsidRPr="000D73BF" w:rsidRDefault="000D73BF" w:rsidP="00C458AE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77777777" w:rsidR="000D73BF" w:rsidRPr="00C458AE" w:rsidRDefault="000D73BF" w:rsidP="00C458AE">
            <w:pPr>
              <w:pStyle w:val="SIBulletList1"/>
            </w:pPr>
            <w:r w:rsidRPr="00C458AE">
              <w:t>15 units of competency:</w:t>
            </w:r>
          </w:p>
          <w:p w14:paraId="1605CC55" w14:textId="3AB1CA71" w:rsidR="000D73BF" w:rsidRPr="000D73BF" w:rsidRDefault="00BE2B66" w:rsidP="000D73BF">
            <w:pPr>
              <w:pStyle w:val="SIBulletList2"/>
            </w:pPr>
            <w:r>
              <w:t>8</w:t>
            </w:r>
            <w:r w:rsidR="000D73BF" w:rsidRPr="000D73BF">
              <w:t xml:space="preserve"> core units plus</w:t>
            </w:r>
          </w:p>
          <w:p w14:paraId="777C8575" w14:textId="51B02B0A" w:rsidR="000D73BF" w:rsidRPr="000D73BF" w:rsidRDefault="00BE2B66" w:rsidP="000D73BF">
            <w:pPr>
              <w:pStyle w:val="SIBulletList2"/>
            </w:pPr>
            <w:r>
              <w:t>7</w:t>
            </w:r>
            <w:r w:rsidR="000D73BF" w:rsidRPr="000D73BF">
              <w:t xml:space="preserve"> elective units.</w:t>
            </w:r>
          </w:p>
          <w:p w14:paraId="780F4E54" w14:textId="77777777" w:rsidR="000D73BF" w:rsidRDefault="000D73BF" w:rsidP="000D73BF"/>
          <w:p w14:paraId="7F18DCA0" w14:textId="3BAD07C1" w:rsidR="000D73BF" w:rsidRPr="000D73BF" w:rsidRDefault="000D73BF" w:rsidP="00C458AE">
            <w:pPr>
              <w:pStyle w:val="SIText"/>
            </w:pPr>
            <w:r w:rsidRPr="000D73BF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7D4E187" w14:textId="6E6FFE3D" w:rsidR="000D73BF" w:rsidRPr="000D73BF" w:rsidRDefault="00BE2B66" w:rsidP="000D73BF">
            <w:pPr>
              <w:pStyle w:val="SIBulletList1"/>
            </w:pPr>
            <w:r>
              <w:t>5</w:t>
            </w:r>
            <w:r w:rsidR="000D73BF" w:rsidRPr="000D73BF">
              <w:t xml:space="preserve"> units </w:t>
            </w:r>
            <w:r w:rsidR="00496840">
              <w:t xml:space="preserve">must be </w:t>
            </w:r>
            <w:r w:rsidR="000D73BF" w:rsidRPr="000D73BF">
              <w:t>from the electives listed below</w:t>
            </w:r>
          </w:p>
          <w:p w14:paraId="3CDCFE8A" w14:textId="10429EE2" w:rsidR="000D73BF" w:rsidRPr="00C458AE" w:rsidRDefault="000D73BF" w:rsidP="00C458AE">
            <w:pPr>
              <w:pStyle w:val="SIBulletList1"/>
            </w:pPr>
            <w:r w:rsidRPr="00C458AE">
              <w:t>2 units m</w:t>
            </w:r>
            <w:r w:rsidR="00496840">
              <w:t>ust</w:t>
            </w:r>
            <w:r w:rsidRPr="00C458AE">
              <w:t xml:space="preserve"> be from the remaining </w:t>
            </w:r>
            <w:r w:rsidR="00296B78">
              <w:t>elective</w:t>
            </w:r>
            <w:r w:rsidR="00496840">
              <w:t>s</w:t>
            </w:r>
            <w:r w:rsidRPr="00C458AE">
              <w:t xml:space="preserve"> list below</w:t>
            </w:r>
            <w:r w:rsidR="00496840">
              <w:t>,</w:t>
            </w:r>
            <w:r w:rsidRPr="00C458AE">
              <w:t xml:space="preserve"> or any currently endorsed Training Package or </w:t>
            </w:r>
            <w:r w:rsidR="00496840">
              <w:t>a</w:t>
            </w:r>
            <w:r w:rsidRPr="00C458AE">
              <w:t xml:space="preserve">ccredited </w:t>
            </w:r>
            <w:r w:rsidR="00496840">
              <w:t>c</w:t>
            </w:r>
            <w:r w:rsidRPr="00C458AE">
              <w:t>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670"/>
            </w:tblGrid>
            <w:tr w:rsidR="00905474" w:rsidRPr="005C7EA8" w14:paraId="0D5AC767" w14:textId="77777777" w:rsidTr="003F5ACE">
              <w:tc>
                <w:tcPr>
                  <w:tcW w:w="2036" w:type="dxa"/>
                </w:tcPr>
                <w:p w14:paraId="448EB542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AHCMOM203</w:t>
                  </w:r>
                </w:p>
              </w:tc>
              <w:tc>
                <w:tcPr>
                  <w:tcW w:w="5670" w:type="dxa"/>
                </w:tcPr>
                <w:p w14:paraId="31CC8017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Operate basic machinery and equipment</w:t>
                  </w:r>
                </w:p>
              </w:tc>
            </w:tr>
            <w:tr w:rsidR="000D73BF" w:rsidRPr="005C7EA8" w14:paraId="3609873C" w14:textId="77777777" w:rsidTr="00905474">
              <w:tc>
                <w:tcPr>
                  <w:tcW w:w="2036" w:type="dxa"/>
                </w:tcPr>
                <w:p w14:paraId="581342A7" w14:textId="66D5FD32" w:rsidR="000D73BF" w:rsidRPr="00884019" w:rsidRDefault="000D73BF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AHCPCM20</w:t>
                  </w:r>
                  <w:r w:rsidR="007B3F8D" w:rsidRPr="00884019">
                    <w:t>4</w:t>
                  </w:r>
                </w:p>
              </w:tc>
              <w:tc>
                <w:tcPr>
                  <w:tcW w:w="5670" w:type="dxa"/>
                </w:tcPr>
                <w:p w14:paraId="75F0E837" w14:textId="5845ED68" w:rsidR="000D73BF" w:rsidRPr="00884019" w:rsidRDefault="000D73BF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Recognise plants</w:t>
                  </w:r>
                </w:p>
              </w:tc>
            </w:tr>
            <w:tr w:rsidR="00905474" w:rsidRPr="005C7EA8" w14:paraId="37C3A935" w14:textId="77777777" w:rsidTr="003F5ACE">
              <w:tc>
                <w:tcPr>
                  <w:tcW w:w="2036" w:type="dxa"/>
                </w:tcPr>
                <w:p w14:paraId="45A7BDEE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AHCPGD20</w:t>
                  </w:r>
                  <w:r w:rsidRPr="00905474">
                    <w:t>7</w:t>
                  </w:r>
                </w:p>
              </w:tc>
              <w:tc>
                <w:tcPr>
                  <w:tcW w:w="5670" w:type="dxa"/>
                </w:tcPr>
                <w:p w14:paraId="4F2E2163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Plant trees and shrubs</w:t>
                  </w:r>
                </w:p>
              </w:tc>
            </w:tr>
            <w:tr w:rsidR="000D73BF" w:rsidRPr="005C7EA8" w14:paraId="486F8B22" w14:textId="77777777" w:rsidTr="00905474">
              <w:tc>
                <w:tcPr>
                  <w:tcW w:w="2036" w:type="dxa"/>
                </w:tcPr>
                <w:p w14:paraId="5B685937" w14:textId="0DB18421" w:rsidR="000D73BF" w:rsidRPr="00884019" w:rsidRDefault="000D73BF" w:rsidP="00884019">
                  <w:pPr>
                    <w:pStyle w:val="SIText"/>
                  </w:pPr>
                  <w:r w:rsidRPr="00884019">
                    <w:t>AHCPMG201</w:t>
                  </w:r>
                </w:p>
              </w:tc>
              <w:tc>
                <w:tcPr>
                  <w:tcW w:w="5670" w:type="dxa"/>
                </w:tcPr>
                <w:p w14:paraId="4D3369D2" w14:textId="6E269531" w:rsidR="000D73BF" w:rsidRPr="00884019" w:rsidRDefault="000D73BF" w:rsidP="00884019">
                  <w:pPr>
                    <w:pStyle w:val="SIText"/>
                  </w:pPr>
                  <w:r w:rsidRPr="00884019">
                    <w:t>Treat weeds</w:t>
                  </w:r>
                </w:p>
              </w:tc>
            </w:tr>
            <w:tr w:rsidR="000D73BF" w:rsidRPr="005C7EA8" w14:paraId="0236FD63" w14:textId="77777777" w:rsidTr="00905474">
              <w:tc>
                <w:tcPr>
                  <w:tcW w:w="2036" w:type="dxa"/>
                </w:tcPr>
                <w:p w14:paraId="7A397C20" w14:textId="59366346" w:rsidR="000D73BF" w:rsidRPr="000D73BF" w:rsidRDefault="000D73BF" w:rsidP="000D73BF">
                  <w:pPr>
                    <w:pStyle w:val="SIText"/>
                  </w:pPr>
                  <w:r w:rsidRPr="000D73BF">
                    <w:t>AHCPMG202</w:t>
                  </w:r>
                </w:p>
              </w:tc>
              <w:tc>
                <w:tcPr>
                  <w:tcW w:w="5670" w:type="dxa"/>
                </w:tcPr>
                <w:p w14:paraId="0A5BE398" w14:textId="168B529E" w:rsidR="000D73BF" w:rsidRPr="000D73BF" w:rsidRDefault="000D73BF" w:rsidP="000D73BF">
                  <w:pPr>
                    <w:pStyle w:val="SIText"/>
                  </w:pPr>
                  <w:r w:rsidRPr="000D73BF">
                    <w:t xml:space="preserve">Treat plant pests, </w:t>
                  </w:r>
                  <w:proofErr w:type="gramStart"/>
                  <w:r w:rsidRPr="000D73BF">
                    <w:t>diseases</w:t>
                  </w:r>
                  <w:proofErr w:type="gramEnd"/>
                  <w:r w:rsidRPr="000D73BF">
                    <w:t xml:space="preserve"> and disorders</w:t>
                  </w:r>
                </w:p>
              </w:tc>
            </w:tr>
            <w:tr w:rsidR="000D73BF" w:rsidRPr="005C7EA8" w14:paraId="5E49FAB6" w14:textId="77777777" w:rsidTr="00905474">
              <w:tc>
                <w:tcPr>
                  <w:tcW w:w="2036" w:type="dxa"/>
                </w:tcPr>
                <w:p w14:paraId="12A3772A" w14:textId="3A5F50BD" w:rsidR="000D73BF" w:rsidRPr="000D73BF" w:rsidRDefault="000D73BF" w:rsidP="000D73BF">
                  <w:pPr>
                    <w:pStyle w:val="SIText"/>
                  </w:pPr>
                  <w:r w:rsidRPr="000D73BF">
                    <w:t>AHCSOL20</w:t>
                  </w:r>
                  <w:r w:rsidR="00496840">
                    <w:t>3</w:t>
                  </w:r>
                </w:p>
              </w:tc>
              <w:tc>
                <w:tcPr>
                  <w:tcW w:w="5670" w:type="dxa"/>
                </w:tcPr>
                <w:p w14:paraId="241F4294" w14:textId="1C6CEFB6" w:rsidR="000D73BF" w:rsidRPr="000D73BF" w:rsidRDefault="000D73BF" w:rsidP="000D73BF">
                  <w:pPr>
                    <w:pStyle w:val="SIText"/>
                  </w:pPr>
                  <w:r w:rsidRPr="000D73BF">
                    <w:t>Assist with soil or growing media sampling and testing</w:t>
                  </w:r>
                </w:p>
              </w:tc>
            </w:tr>
            <w:tr w:rsidR="000D73BF" w:rsidRPr="005C7EA8" w14:paraId="663488F9" w14:textId="77777777" w:rsidTr="00905474">
              <w:tc>
                <w:tcPr>
                  <w:tcW w:w="2036" w:type="dxa"/>
                </w:tcPr>
                <w:p w14:paraId="5723F4E1" w14:textId="75A939E0" w:rsidR="000D73BF" w:rsidRPr="000D73BF" w:rsidRDefault="000D73BF" w:rsidP="000D73BF">
                  <w:pPr>
                    <w:pStyle w:val="SIText"/>
                  </w:pPr>
                  <w:r w:rsidRPr="000D73BF">
                    <w:t>AHCWHS2</w:t>
                  </w:r>
                  <w:r w:rsidR="00496840">
                    <w:t>X</w:t>
                  </w:r>
                  <w:r w:rsidR="00F43ADB">
                    <w:t>1</w:t>
                  </w:r>
                </w:p>
              </w:tc>
              <w:tc>
                <w:tcPr>
                  <w:tcW w:w="5670" w:type="dxa"/>
                </w:tcPr>
                <w:p w14:paraId="197630A2" w14:textId="20B915C7" w:rsidR="000D73BF" w:rsidRPr="000D73BF" w:rsidRDefault="000D73BF" w:rsidP="000D73BF">
                  <w:pPr>
                    <w:pStyle w:val="SIText"/>
                  </w:pPr>
                  <w:r w:rsidRPr="000D73BF">
                    <w:t>Participate in work</w:t>
                  </w:r>
                  <w:r w:rsidR="00496840">
                    <w:t>place</w:t>
                  </w:r>
                  <w:r w:rsidRPr="000D73BF">
                    <w:t xml:space="preserve"> health and safety processes</w:t>
                  </w:r>
                </w:p>
              </w:tc>
            </w:tr>
            <w:tr w:rsidR="00905474" w:rsidRPr="00344904" w14:paraId="5B91D456" w14:textId="77777777" w:rsidTr="003F5ACE">
              <w:tc>
                <w:tcPr>
                  <w:tcW w:w="2036" w:type="dxa"/>
                </w:tcPr>
                <w:p w14:paraId="69D29192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AHCWRK2</w:t>
                  </w:r>
                  <w:r w:rsidRPr="00905474">
                    <w:t>X9</w:t>
                  </w:r>
                </w:p>
              </w:tc>
              <w:tc>
                <w:tcPr>
                  <w:tcW w:w="5670" w:type="dxa"/>
                </w:tcPr>
                <w:p w14:paraId="4E277A76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Participate in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670"/>
            </w:tblGrid>
            <w:tr w:rsidR="00344904" w:rsidRPr="005C7EA8" w14:paraId="7888A6F4" w14:textId="77777777" w:rsidTr="00331018">
              <w:tc>
                <w:tcPr>
                  <w:tcW w:w="2036" w:type="dxa"/>
                </w:tcPr>
                <w:p w14:paraId="5E05DC3B" w14:textId="781E30B2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AHCARB2</w:t>
                  </w:r>
                  <w:r w:rsidR="007B3F8D" w:rsidRPr="00884019">
                    <w:t>1</w:t>
                  </w:r>
                  <w:r w:rsidRPr="00884019">
                    <w:t>1</w:t>
                  </w:r>
                </w:p>
              </w:tc>
              <w:tc>
                <w:tcPr>
                  <w:tcW w:w="5670" w:type="dxa"/>
                </w:tcPr>
                <w:p w14:paraId="21DEB9BF" w14:textId="393F1347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Apply treatments to trees</w:t>
                  </w:r>
                </w:p>
              </w:tc>
            </w:tr>
            <w:tr w:rsidR="00344904" w:rsidRPr="005C7EA8" w14:paraId="06BAC79B" w14:textId="77777777" w:rsidTr="00331018">
              <w:tc>
                <w:tcPr>
                  <w:tcW w:w="2036" w:type="dxa"/>
                </w:tcPr>
                <w:p w14:paraId="56AE2409" w14:textId="724FE1D6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AHCCHM201</w:t>
                  </w:r>
                </w:p>
              </w:tc>
              <w:tc>
                <w:tcPr>
                  <w:tcW w:w="5670" w:type="dxa"/>
                </w:tcPr>
                <w:p w14:paraId="71A94B4D" w14:textId="7D97CE32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Apply chemicals under supervision</w:t>
                  </w:r>
                </w:p>
              </w:tc>
            </w:tr>
            <w:tr w:rsidR="00344904" w:rsidRPr="005C7EA8" w14:paraId="685F9100" w14:textId="77777777" w:rsidTr="00331018">
              <w:tc>
                <w:tcPr>
                  <w:tcW w:w="2036" w:type="dxa"/>
                </w:tcPr>
                <w:p w14:paraId="468837E3" w14:textId="066019E0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AHCINF2</w:t>
                  </w:r>
                  <w:r w:rsidR="00E71C6E" w:rsidRPr="00884019">
                    <w:t>X</w:t>
                  </w:r>
                  <w:r w:rsidR="00F43ADB" w:rsidRPr="00884019">
                    <w:t>3</w:t>
                  </w:r>
                </w:p>
              </w:tc>
              <w:tc>
                <w:tcPr>
                  <w:tcW w:w="5670" w:type="dxa"/>
                </w:tcPr>
                <w:p w14:paraId="72D4CA3E" w14:textId="5B0F0858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Maintain properties and structures</w:t>
                  </w:r>
                </w:p>
              </w:tc>
            </w:tr>
            <w:tr w:rsidR="00B12FFC" w:rsidRPr="005C7EA8" w14:paraId="4A9D8803" w14:textId="77777777" w:rsidTr="00331018">
              <w:tc>
                <w:tcPr>
                  <w:tcW w:w="2036" w:type="dxa"/>
                </w:tcPr>
                <w:p w14:paraId="69BAF4D8" w14:textId="3F44DDF7" w:rsidR="00B12FFC" w:rsidRPr="00884019" w:rsidRDefault="00B12FFC" w:rsidP="00884019">
                  <w:pPr>
                    <w:pStyle w:val="SIText"/>
                  </w:pPr>
                  <w:r>
                    <w:t>AHCIRG219</w:t>
                  </w:r>
                </w:p>
              </w:tc>
              <w:tc>
                <w:tcPr>
                  <w:tcW w:w="5670" w:type="dxa"/>
                </w:tcPr>
                <w:p w14:paraId="444FF602" w14:textId="5B21828E" w:rsidR="00B12FFC" w:rsidRPr="00884019" w:rsidRDefault="00B12FFC" w:rsidP="00884019">
                  <w:pPr>
                    <w:pStyle w:val="SIText"/>
                  </w:pPr>
                  <w:r>
                    <w:t>Assist with low volume irrigation operations</w:t>
                  </w:r>
                </w:p>
              </w:tc>
            </w:tr>
            <w:tr w:rsidR="00344904" w:rsidRPr="005C7EA8" w14:paraId="1467ADAD" w14:textId="77777777" w:rsidTr="00331018">
              <w:tc>
                <w:tcPr>
                  <w:tcW w:w="2036" w:type="dxa"/>
                </w:tcPr>
                <w:p w14:paraId="0A1983BE" w14:textId="36E202D8" w:rsidR="00344904" w:rsidRPr="00344904" w:rsidRDefault="00344904" w:rsidP="00344904">
                  <w:pPr>
                    <w:pStyle w:val="SIText"/>
                  </w:pPr>
                  <w:r w:rsidRPr="00344904">
                    <w:t>AHCIRG2</w:t>
                  </w:r>
                  <w:r w:rsidR="006305E0">
                    <w:t>2</w:t>
                  </w:r>
                  <w:r w:rsidRPr="00344904">
                    <w:t>1</w:t>
                  </w:r>
                </w:p>
              </w:tc>
              <w:tc>
                <w:tcPr>
                  <w:tcW w:w="5670" w:type="dxa"/>
                </w:tcPr>
                <w:p w14:paraId="0FDFB677" w14:textId="4C824030" w:rsidR="00344904" w:rsidRPr="00344904" w:rsidRDefault="00344904" w:rsidP="00344904">
                  <w:pPr>
                    <w:pStyle w:val="SIText"/>
                  </w:pPr>
                  <w:r w:rsidRPr="00344904">
                    <w:t>Assist with pressurised irrigation operations</w:t>
                  </w:r>
                </w:p>
              </w:tc>
            </w:tr>
            <w:tr w:rsidR="00344904" w:rsidRPr="005C7EA8" w14:paraId="1B00B35D" w14:textId="77777777" w:rsidTr="00331018">
              <w:tc>
                <w:tcPr>
                  <w:tcW w:w="2036" w:type="dxa"/>
                </w:tcPr>
                <w:p w14:paraId="7F701F7C" w14:textId="1793E606" w:rsidR="00344904" w:rsidRPr="00344904" w:rsidRDefault="00344904" w:rsidP="00344904">
                  <w:pPr>
                    <w:pStyle w:val="SIText"/>
                  </w:pPr>
                  <w:r w:rsidRPr="00344904">
                    <w:t>AHCLSC20</w:t>
                  </w:r>
                  <w:r w:rsidR="007B3F8D">
                    <w:t>6</w:t>
                  </w:r>
                </w:p>
              </w:tc>
              <w:tc>
                <w:tcPr>
                  <w:tcW w:w="5670" w:type="dxa"/>
                </w:tcPr>
                <w:p w14:paraId="0B74CD9D" w14:textId="67F883C8" w:rsidR="00344904" w:rsidRPr="00344904" w:rsidRDefault="00344904" w:rsidP="00344904">
                  <w:pPr>
                    <w:pStyle w:val="SIText"/>
                  </w:pPr>
                  <w:r w:rsidRPr="00344904">
                    <w:t>Assist with landscape construction work</w:t>
                  </w:r>
                </w:p>
              </w:tc>
            </w:tr>
            <w:tr w:rsidR="00344904" w:rsidRPr="005C7EA8" w14:paraId="0AD60210" w14:textId="77777777" w:rsidTr="00331018">
              <w:tc>
                <w:tcPr>
                  <w:tcW w:w="2036" w:type="dxa"/>
                </w:tcPr>
                <w:p w14:paraId="5D0B6432" w14:textId="2F984DE4" w:rsidR="00344904" w:rsidRPr="00344904" w:rsidRDefault="00344904" w:rsidP="00344904">
                  <w:pPr>
                    <w:pStyle w:val="SIText"/>
                  </w:pPr>
                  <w:r w:rsidRPr="00344904">
                    <w:t>AHCLSC20</w:t>
                  </w:r>
                  <w:r w:rsidR="007B3F8D">
                    <w:t>9</w:t>
                  </w:r>
                </w:p>
              </w:tc>
              <w:tc>
                <w:tcPr>
                  <w:tcW w:w="5670" w:type="dxa"/>
                </w:tcPr>
                <w:p w14:paraId="190FB66C" w14:textId="5B60664F" w:rsidR="00344904" w:rsidRPr="00344904" w:rsidRDefault="00344904" w:rsidP="00344904">
                  <w:pPr>
                    <w:pStyle w:val="SIText"/>
                  </w:pPr>
                  <w:r w:rsidRPr="00344904">
                    <w:t>Lay paving</w:t>
                  </w:r>
                </w:p>
              </w:tc>
            </w:tr>
            <w:tr w:rsidR="00344904" w:rsidRPr="005C7EA8" w14:paraId="164912CF" w14:textId="77777777" w:rsidTr="00331018">
              <w:tc>
                <w:tcPr>
                  <w:tcW w:w="2036" w:type="dxa"/>
                </w:tcPr>
                <w:p w14:paraId="4F19D576" w14:textId="00F0F1AF" w:rsidR="00344904" w:rsidRPr="00344904" w:rsidRDefault="00344904" w:rsidP="00344904">
                  <w:pPr>
                    <w:pStyle w:val="SIText"/>
                  </w:pPr>
                  <w:r w:rsidRPr="00344904">
                    <w:t>AHCLSC2</w:t>
                  </w:r>
                  <w:r w:rsidR="007B3F8D">
                    <w:t>1</w:t>
                  </w:r>
                  <w:r w:rsidRPr="00344904">
                    <w:t>0</w:t>
                  </w:r>
                </w:p>
              </w:tc>
              <w:tc>
                <w:tcPr>
                  <w:tcW w:w="5670" w:type="dxa"/>
                </w:tcPr>
                <w:p w14:paraId="2D1EEBCE" w14:textId="23D547AC" w:rsidR="00344904" w:rsidRPr="00344904" w:rsidRDefault="00344904" w:rsidP="00344904">
                  <w:pPr>
                    <w:pStyle w:val="SIText"/>
                  </w:pPr>
                  <w:r w:rsidRPr="00344904">
                    <w:t>Install tree protection devices</w:t>
                  </w:r>
                </w:p>
              </w:tc>
            </w:tr>
            <w:tr w:rsidR="00344904" w:rsidRPr="005C7EA8" w14:paraId="29507CCD" w14:textId="77777777" w:rsidTr="00331018">
              <w:tc>
                <w:tcPr>
                  <w:tcW w:w="2036" w:type="dxa"/>
                </w:tcPr>
                <w:p w14:paraId="0C6341EE" w14:textId="482B69C0" w:rsidR="00344904" w:rsidRPr="00344904" w:rsidRDefault="00344904" w:rsidP="00344904">
                  <w:pPr>
                    <w:pStyle w:val="SIText"/>
                  </w:pPr>
                  <w:r w:rsidRPr="00344904">
                    <w:t>AHCMOM202</w:t>
                  </w:r>
                </w:p>
              </w:tc>
              <w:tc>
                <w:tcPr>
                  <w:tcW w:w="5670" w:type="dxa"/>
                </w:tcPr>
                <w:p w14:paraId="56E4F9D0" w14:textId="4484C38A" w:rsidR="00344904" w:rsidRPr="00344904" w:rsidRDefault="00344904" w:rsidP="00344904">
                  <w:pPr>
                    <w:pStyle w:val="SIText"/>
                  </w:pPr>
                  <w:r w:rsidRPr="00344904">
                    <w:t>Operate tractors</w:t>
                  </w:r>
                </w:p>
              </w:tc>
            </w:tr>
            <w:tr w:rsidR="00344904" w:rsidRPr="005C7EA8" w14:paraId="263DB140" w14:textId="77777777" w:rsidTr="00331018">
              <w:tc>
                <w:tcPr>
                  <w:tcW w:w="2036" w:type="dxa"/>
                </w:tcPr>
                <w:p w14:paraId="38C29999" w14:textId="54A3A7B6" w:rsidR="00344904" w:rsidRPr="00344904" w:rsidRDefault="00344904" w:rsidP="00344904">
                  <w:pPr>
                    <w:pStyle w:val="SIText"/>
                  </w:pPr>
                  <w:r w:rsidRPr="00344904">
                    <w:t>AHCMOM204</w:t>
                  </w:r>
                </w:p>
              </w:tc>
              <w:tc>
                <w:tcPr>
                  <w:tcW w:w="5670" w:type="dxa"/>
                </w:tcPr>
                <w:p w14:paraId="1C8B475E" w14:textId="2565C7D0" w:rsidR="00344904" w:rsidRPr="00344904" w:rsidRDefault="00344904" w:rsidP="00344904">
                  <w:pPr>
                    <w:pStyle w:val="SIText"/>
                  </w:pPr>
                  <w:r w:rsidRPr="00344904">
                    <w:t>Undertake operational maintenance of machinery</w:t>
                  </w:r>
                </w:p>
              </w:tc>
            </w:tr>
            <w:tr w:rsidR="00344904" w:rsidRPr="005C7EA8" w14:paraId="50AF46DF" w14:textId="77777777" w:rsidTr="006305E0">
              <w:tc>
                <w:tcPr>
                  <w:tcW w:w="2036" w:type="dxa"/>
                </w:tcPr>
                <w:p w14:paraId="67686447" w14:textId="36746F7C" w:rsidR="00344904" w:rsidRPr="00344904" w:rsidRDefault="00344904" w:rsidP="00344904">
                  <w:pPr>
                    <w:pStyle w:val="SIText"/>
                  </w:pPr>
                  <w:r w:rsidRPr="00344904">
                    <w:t>AHCMOM21</w:t>
                  </w:r>
                  <w:r w:rsidR="006305E0">
                    <w:t>6</w:t>
                  </w:r>
                </w:p>
              </w:tc>
              <w:tc>
                <w:tcPr>
                  <w:tcW w:w="5670" w:type="dxa"/>
                </w:tcPr>
                <w:p w14:paraId="2ADBE364" w14:textId="57D43E5E" w:rsidR="00344904" w:rsidRPr="00344904" w:rsidRDefault="00344904" w:rsidP="00344904">
                  <w:pPr>
                    <w:pStyle w:val="SIText"/>
                  </w:pPr>
                  <w:r w:rsidRPr="00344904">
                    <w:t>Operate side by side utility vehicles</w:t>
                  </w:r>
                </w:p>
              </w:tc>
            </w:tr>
            <w:tr w:rsidR="00344904" w:rsidRPr="005C7EA8" w14:paraId="57446F90" w14:textId="77777777" w:rsidTr="006305E0">
              <w:tc>
                <w:tcPr>
                  <w:tcW w:w="2036" w:type="dxa"/>
                </w:tcPr>
                <w:p w14:paraId="674A047B" w14:textId="2BE5C8A2" w:rsidR="00344904" w:rsidRPr="00344904" w:rsidRDefault="00344904" w:rsidP="00344904">
                  <w:pPr>
                    <w:pStyle w:val="SIText"/>
                  </w:pPr>
                  <w:r w:rsidRPr="00344904">
                    <w:t>AHCMOM21</w:t>
                  </w:r>
                  <w:r w:rsidR="006305E0">
                    <w:t>7</w:t>
                  </w:r>
                </w:p>
              </w:tc>
              <w:tc>
                <w:tcPr>
                  <w:tcW w:w="5670" w:type="dxa"/>
                </w:tcPr>
                <w:p w14:paraId="1D9AD0AE" w14:textId="60193777" w:rsidR="00344904" w:rsidRPr="00344904" w:rsidRDefault="00344904" w:rsidP="00344904">
                  <w:pPr>
                    <w:pStyle w:val="SIText"/>
                  </w:pPr>
                  <w:r w:rsidRPr="00344904">
                    <w:t>Operate quad bikes</w:t>
                  </w:r>
                </w:p>
              </w:tc>
            </w:tr>
            <w:tr w:rsidR="00344904" w:rsidRPr="005C7EA8" w14:paraId="11DA6CCF" w14:textId="77777777" w:rsidTr="006305E0">
              <w:tc>
                <w:tcPr>
                  <w:tcW w:w="2036" w:type="dxa"/>
                </w:tcPr>
                <w:p w14:paraId="249A12D7" w14:textId="294EB2F7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5</w:t>
                  </w:r>
                </w:p>
              </w:tc>
              <w:tc>
                <w:tcPr>
                  <w:tcW w:w="5670" w:type="dxa"/>
                </w:tcPr>
                <w:p w14:paraId="45D184A4" w14:textId="7F3EFE5F" w:rsidR="00344904" w:rsidRPr="00344904" w:rsidRDefault="00344904" w:rsidP="00344904">
                  <w:pPr>
                    <w:pStyle w:val="SIText"/>
                  </w:pPr>
                  <w:r w:rsidRPr="00344904">
                    <w:t>Pot up plants</w:t>
                  </w:r>
                </w:p>
              </w:tc>
            </w:tr>
            <w:tr w:rsidR="00344904" w:rsidRPr="005C7EA8" w14:paraId="100D5984" w14:textId="77777777" w:rsidTr="006305E0">
              <w:tc>
                <w:tcPr>
                  <w:tcW w:w="2036" w:type="dxa"/>
                </w:tcPr>
                <w:p w14:paraId="038D03E4" w14:textId="4B34657A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6</w:t>
                  </w:r>
                </w:p>
              </w:tc>
              <w:tc>
                <w:tcPr>
                  <w:tcW w:w="5670" w:type="dxa"/>
                </w:tcPr>
                <w:p w14:paraId="53DAE844" w14:textId="6C12CB17" w:rsidR="00344904" w:rsidRPr="00344904" w:rsidRDefault="00344904" w:rsidP="00344904">
                  <w:pPr>
                    <w:pStyle w:val="SIText"/>
                  </w:pPr>
                  <w:r w:rsidRPr="00344904">
                    <w:t>Care for nursery plants</w:t>
                  </w:r>
                </w:p>
              </w:tc>
            </w:tr>
            <w:tr w:rsidR="00344904" w:rsidRPr="005C7EA8" w14:paraId="4E369352" w14:textId="77777777" w:rsidTr="006305E0">
              <w:tc>
                <w:tcPr>
                  <w:tcW w:w="2036" w:type="dxa"/>
                </w:tcPr>
                <w:p w14:paraId="6B2FC423" w14:textId="3425D88E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7</w:t>
                  </w:r>
                </w:p>
              </w:tc>
              <w:tc>
                <w:tcPr>
                  <w:tcW w:w="5670" w:type="dxa"/>
                </w:tcPr>
                <w:p w14:paraId="228472D8" w14:textId="0BB465CF" w:rsidR="00344904" w:rsidRPr="00344904" w:rsidRDefault="00344904" w:rsidP="00344904">
                  <w:pPr>
                    <w:pStyle w:val="SIText"/>
                  </w:pPr>
                  <w:r w:rsidRPr="00344904">
                    <w:t>Undertake propagation activities</w:t>
                  </w:r>
                </w:p>
              </w:tc>
            </w:tr>
            <w:tr w:rsidR="00344904" w:rsidRPr="005C7EA8" w14:paraId="738A7696" w14:textId="77777777" w:rsidTr="006305E0">
              <w:tc>
                <w:tcPr>
                  <w:tcW w:w="2036" w:type="dxa"/>
                </w:tcPr>
                <w:p w14:paraId="1EBE9C3D" w14:textId="2AF19442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8</w:t>
                  </w:r>
                </w:p>
              </w:tc>
              <w:tc>
                <w:tcPr>
                  <w:tcW w:w="5670" w:type="dxa"/>
                </w:tcPr>
                <w:p w14:paraId="117C95C6" w14:textId="2FF795C1" w:rsidR="00344904" w:rsidRPr="00344904" w:rsidRDefault="00344904" w:rsidP="00344904">
                  <w:pPr>
                    <w:pStyle w:val="SIText"/>
                  </w:pPr>
                  <w:r w:rsidRPr="00344904">
                    <w:t>Maintain indoor plants</w:t>
                  </w:r>
                </w:p>
              </w:tc>
            </w:tr>
            <w:tr w:rsidR="00344904" w:rsidRPr="005C7EA8" w14:paraId="51E0D2F0" w14:textId="77777777" w:rsidTr="006305E0">
              <w:tc>
                <w:tcPr>
                  <w:tcW w:w="2036" w:type="dxa"/>
                </w:tcPr>
                <w:p w14:paraId="21F45866" w14:textId="4838EC1F" w:rsidR="00344904" w:rsidRPr="00344904" w:rsidRDefault="00344904" w:rsidP="00344904">
                  <w:pPr>
                    <w:pStyle w:val="SIText"/>
                  </w:pPr>
                  <w:r w:rsidRPr="00344904">
                    <w:t>AHCPCM202</w:t>
                  </w:r>
                </w:p>
              </w:tc>
              <w:tc>
                <w:tcPr>
                  <w:tcW w:w="5670" w:type="dxa"/>
                </w:tcPr>
                <w:p w14:paraId="35EFF6EE" w14:textId="4AC74763" w:rsidR="00344904" w:rsidRPr="00344904" w:rsidRDefault="00344904" w:rsidP="00344904">
                  <w:pPr>
                    <w:pStyle w:val="SIText"/>
                  </w:pPr>
                  <w:r w:rsidRPr="00344904">
                    <w:t xml:space="preserve">Collect, </w:t>
                  </w:r>
                  <w:proofErr w:type="gramStart"/>
                  <w:r w:rsidRPr="00344904">
                    <w:t>prepare</w:t>
                  </w:r>
                  <w:proofErr w:type="gramEnd"/>
                  <w:r w:rsidRPr="00344904">
                    <w:t xml:space="preserve"> and preserve plant specimens</w:t>
                  </w:r>
                </w:p>
              </w:tc>
            </w:tr>
            <w:tr w:rsidR="00D95D8F" w:rsidRPr="005C7EA8" w:rsidDel="00905474" w14:paraId="60187BBC" w14:textId="77777777" w:rsidTr="006305E0">
              <w:tc>
                <w:tcPr>
                  <w:tcW w:w="2036" w:type="dxa"/>
                </w:tcPr>
                <w:p w14:paraId="1797E2BE" w14:textId="13AC9167" w:rsidR="00D95D8F" w:rsidRPr="00344904" w:rsidDel="00905474" w:rsidRDefault="00D95D8F" w:rsidP="00344904">
                  <w:pPr>
                    <w:pStyle w:val="SIText"/>
                  </w:pPr>
                  <w:r>
                    <w:t>AHCPER212</w:t>
                  </w:r>
                </w:p>
              </w:tc>
              <w:tc>
                <w:tcPr>
                  <w:tcW w:w="5670" w:type="dxa"/>
                </w:tcPr>
                <w:p w14:paraId="38E263B9" w14:textId="7A7D682C" w:rsidR="00D95D8F" w:rsidRPr="00344904" w:rsidDel="00905474" w:rsidRDefault="00D95D8F" w:rsidP="00344904">
                  <w:pPr>
                    <w:pStyle w:val="SIText"/>
                  </w:pPr>
                  <w:r>
                    <w:t>Use and maintain garden tools and equipment</w:t>
                  </w:r>
                </w:p>
              </w:tc>
            </w:tr>
            <w:tr w:rsidR="00A04D4B" w:rsidRPr="005C7EA8" w:rsidDel="00905474" w14:paraId="4F6A0E6F" w14:textId="77777777" w:rsidTr="006305E0">
              <w:tc>
                <w:tcPr>
                  <w:tcW w:w="2036" w:type="dxa"/>
                </w:tcPr>
                <w:p w14:paraId="661FEE5F" w14:textId="40841980" w:rsidR="00A04D4B" w:rsidRDefault="00A04D4B" w:rsidP="00344904">
                  <w:pPr>
                    <w:pStyle w:val="SIText"/>
                  </w:pPr>
                  <w:r>
                    <w:t>AHCPGD102</w:t>
                  </w:r>
                </w:p>
              </w:tc>
              <w:tc>
                <w:tcPr>
                  <w:tcW w:w="5670" w:type="dxa"/>
                </w:tcPr>
                <w:p w14:paraId="72089C88" w14:textId="79759C2C" w:rsidR="00A04D4B" w:rsidRDefault="00A04D4B" w:rsidP="00344904">
                  <w:pPr>
                    <w:pStyle w:val="SIText"/>
                  </w:pPr>
                  <w:r>
                    <w:t>Support gardening work</w:t>
                  </w:r>
                </w:p>
              </w:tc>
            </w:tr>
            <w:tr w:rsidR="00344904" w:rsidRPr="005C7EA8" w14:paraId="1056CED1" w14:textId="77777777" w:rsidTr="006305E0">
              <w:tc>
                <w:tcPr>
                  <w:tcW w:w="2036" w:type="dxa"/>
                </w:tcPr>
                <w:p w14:paraId="572B077C" w14:textId="1A07C4BE" w:rsidR="00344904" w:rsidRPr="00344904" w:rsidRDefault="00344904" w:rsidP="00344904">
                  <w:pPr>
                    <w:pStyle w:val="SIText"/>
                  </w:pPr>
                  <w:r w:rsidRPr="00344904">
                    <w:t>AHCPGD20</w:t>
                  </w:r>
                  <w:r w:rsidR="007B3F8D">
                    <w:t>8</w:t>
                  </w:r>
                </w:p>
              </w:tc>
              <w:tc>
                <w:tcPr>
                  <w:tcW w:w="5670" w:type="dxa"/>
                </w:tcPr>
                <w:p w14:paraId="28CB0A4C" w14:textId="1F1CE710" w:rsidR="00344904" w:rsidRPr="00344904" w:rsidRDefault="00344904" w:rsidP="00344904">
                  <w:pPr>
                    <w:pStyle w:val="SIText"/>
                  </w:pPr>
                  <w:r w:rsidRPr="00344904">
                    <w:t>Prepare and maintain plant displays</w:t>
                  </w:r>
                </w:p>
              </w:tc>
            </w:tr>
            <w:tr w:rsidR="00344904" w:rsidRPr="005C7EA8" w14:paraId="3A0CE3E8" w14:textId="77777777" w:rsidTr="006305E0">
              <w:tc>
                <w:tcPr>
                  <w:tcW w:w="2036" w:type="dxa"/>
                </w:tcPr>
                <w:p w14:paraId="6D48ED28" w14:textId="37135F3A" w:rsidR="00344904" w:rsidRPr="00344904" w:rsidRDefault="00344904" w:rsidP="00344904">
                  <w:pPr>
                    <w:pStyle w:val="SIText"/>
                  </w:pPr>
                  <w:r w:rsidRPr="00344904">
                    <w:t>AHCPGD20</w:t>
                  </w:r>
                  <w:r w:rsidR="007B3F8D">
                    <w:t>9</w:t>
                  </w:r>
                </w:p>
              </w:tc>
              <w:tc>
                <w:tcPr>
                  <w:tcW w:w="5670" w:type="dxa"/>
                </w:tcPr>
                <w:p w14:paraId="21BF1171" w14:textId="4E54D0B6" w:rsidR="00344904" w:rsidRPr="00344904" w:rsidRDefault="00344904" w:rsidP="00344904">
                  <w:pPr>
                    <w:pStyle w:val="SIText"/>
                  </w:pPr>
                  <w:r w:rsidRPr="00344904">
                    <w:t>Prune shrubs and small trees</w:t>
                  </w:r>
                </w:p>
              </w:tc>
            </w:tr>
            <w:tr w:rsidR="00344904" w:rsidRPr="005C7EA8" w14:paraId="5BE8F863" w14:textId="77777777" w:rsidTr="006305E0">
              <w:tc>
                <w:tcPr>
                  <w:tcW w:w="2036" w:type="dxa"/>
                </w:tcPr>
                <w:p w14:paraId="1B901C8A" w14:textId="7D39025E" w:rsidR="00344904" w:rsidRPr="00344904" w:rsidRDefault="00344904" w:rsidP="00344904">
                  <w:pPr>
                    <w:pStyle w:val="SIText"/>
                  </w:pPr>
                  <w:r w:rsidRPr="00344904">
                    <w:t>AHCPGD2</w:t>
                  </w:r>
                  <w:r w:rsidR="007B3F8D">
                    <w:t>1</w:t>
                  </w:r>
                  <w:r w:rsidRPr="00344904">
                    <w:t>0</w:t>
                  </w:r>
                </w:p>
              </w:tc>
              <w:tc>
                <w:tcPr>
                  <w:tcW w:w="5670" w:type="dxa"/>
                </w:tcPr>
                <w:p w14:paraId="02A3AB22" w14:textId="011D1647" w:rsidR="00344904" w:rsidRPr="00344904" w:rsidRDefault="00344904" w:rsidP="00344904">
                  <w:pPr>
                    <w:pStyle w:val="SIText"/>
                  </w:pPr>
                  <w:r w:rsidRPr="00344904">
                    <w:t xml:space="preserve">Transplant </w:t>
                  </w:r>
                  <w:r w:rsidR="007B3F8D">
                    <w:t xml:space="preserve">shrubs and </w:t>
                  </w:r>
                  <w:r w:rsidRPr="00344904">
                    <w:t>small trees</w:t>
                  </w:r>
                </w:p>
              </w:tc>
            </w:tr>
            <w:tr w:rsidR="00344904" w:rsidRPr="005C7EA8" w14:paraId="45AEB684" w14:textId="77777777" w:rsidTr="006305E0">
              <w:tc>
                <w:tcPr>
                  <w:tcW w:w="2036" w:type="dxa"/>
                </w:tcPr>
                <w:p w14:paraId="20FE2872" w14:textId="5D5FDA18" w:rsidR="00344904" w:rsidRPr="00344904" w:rsidRDefault="00344904" w:rsidP="00344904">
                  <w:pPr>
                    <w:pStyle w:val="SIText"/>
                  </w:pPr>
                  <w:r w:rsidRPr="00344904">
                    <w:t>AHCTRF20</w:t>
                  </w:r>
                  <w:r w:rsidR="00E71C6E">
                    <w:t>8</w:t>
                  </w:r>
                </w:p>
              </w:tc>
              <w:tc>
                <w:tcPr>
                  <w:tcW w:w="5670" w:type="dxa"/>
                </w:tcPr>
                <w:p w14:paraId="51625DA0" w14:textId="24D0979D" w:rsidR="00344904" w:rsidRPr="00344904" w:rsidRDefault="00344904" w:rsidP="00344904">
                  <w:pPr>
                    <w:pStyle w:val="SIText"/>
                  </w:pPr>
                  <w:r w:rsidRPr="00344904">
                    <w:t>Support turf establishment</w:t>
                  </w:r>
                </w:p>
              </w:tc>
            </w:tr>
            <w:tr w:rsidR="00200ED6" w:rsidRPr="005C7EA8" w14:paraId="575CA1CD" w14:textId="77777777" w:rsidTr="006305E0">
              <w:tc>
                <w:tcPr>
                  <w:tcW w:w="2036" w:type="dxa"/>
                </w:tcPr>
                <w:p w14:paraId="2C1B269B" w14:textId="3098F642" w:rsidR="00200ED6" w:rsidRPr="00344904" w:rsidRDefault="00200ED6" w:rsidP="00344904">
                  <w:pPr>
                    <w:pStyle w:val="SIText"/>
                  </w:pPr>
                  <w:r>
                    <w:t>AHCWRK2X1</w:t>
                  </w:r>
                </w:p>
              </w:tc>
              <w:tc>
                <w:tcPr>
                  <w:tcW w:w="5670" w:type="dxa"/>
                </w:tcPr>
                <w:p w14:paraId="28A4DA6F" w14:textId="6E89DD6B" w:rsidR="00200ED6" w:rsidRPr="00344904" w:rsidRDefault="00200ED6" w:rsidP="00344904">
                  <w:pPr>
                    <w:pStyle w:val="SIText"/>
                  </w:pPr>
                  <w:r>
                    <w:t>Observe and report on weather</w:t>
                  </w:r>
                </w:p>
              </w:tc>
            </w:tr>
            <w:tr w:rsidR="00344904" w:rsidRPr="005C7EA8" w14:paraId="75731991" w14:textId="77777777" w:rsidTr="006305E0">
              <w:tc>
                <w:tcPr>
                  <w:tcW w:w="2036" w:type="dxa"/>
                </w:tcPr>
                <w:p w14:paraId="5A9CB54D" w14:textId="413EB21F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E71C6E">
                    <w:t>X</w:t>
                  </w:r>
                  <w:r w:rsidR="00F43ADB">
                    <w:t>4</w:t>
                  </w:r>
                </w:p>
              </w:tc>
              <w:tc>
                <w:tcPr>
                  <w:tcW w:w="5670" w:type="dxa"/>
                </w:tcPr>
                <w:p w14:paraId="48E43286" w14:textId="1D441C37" w:rsidR="00344904" w:rsidRPr="00344904" w:rsidRDefault="00344904" w:rsidP="00344904">
                  <w:pPr>
                    <w:pStyle w:val="SIText"/>
                  </w:pPr>
                  <w:r w:rsidRPr="00344904">
                    <w:t>Work effectively in industry</w:t>
                  </w:r>
                </w:p>
              </w:tc>
            </w:tr>
            <w:tr w:rsidR="00344904" w:rsidRPr="005C7EA8" w14:paraId="2C60010A" w14:textId="77777777" w:rsidTr="006305E0">
              <w:tc>
                <w:tcPr>
                  <w:tcW w:w="2036" w:type="dxa"/>
                </w:tcPr>
                <w:p w14:paraId="5BA8B62D" w14:textId="58FB325C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496840">
                    <w:t>X</w:t>
                  </w:r>
                  <w:r w:rsidR="00F43ADB">
                    <w:t>5</w:t>
                  </w:r>
                </w:p>
              </w:tc>
              <w:tc>
                <w:tcPr>
                  <w:tcW w:w="5670" w:type="dxa"/>
                </w:tcPr>
                <w:p w14:paraId="7261C8C4" w14:textId="69A57E3C" w:rsidR="00344904" w:rsidRPr="00344904" w:rsidRDefault="00344904" w:rsidP="00344904">
                  <w:pPr>
                    <w:pStyle w:val="SIText"/>
                  </w:pPr>
                  <w:r w:rsidRPr="00344904">
                    <w:t>Participate in workplace communications</w:t>
                  </w:r>
                </w:p>
              </w:tc>
            </w:tr>
            <w:tr w:rsidR="00344904" w:rsidRPr="005C7EA8" w14:paraId="483D7BE8" w14:textId="77777777" w:rsidTr="006305E0">
              <w:tc>
                <w:tcPr>
                  <w:tcW w:w="2036" w:type="dxa"/>
                </w:tcPr>
                <w:p w14:paraId="78C4D353" w14:textId="37C7DF18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496840">
                    <w:t>X</w:t>
                  </w:r>
                  <w:r w:rsidR="00F43ADB">
                    <w:t>6</w:t>
                  </w:r>
                </w:p>
              </w:tc>
              <w:tc>
                <w:tcPr>
                  <w:tcW w:w="5670" w:type="dxa"/>
                </w:tcPr>
                <w:p w14:paraId="31EC1063" w14:textId="09C6763C" w:rsidR="00344904" w:rsidRPr="00344904" w:rsidRDefault="00344904" w:rsidP="00344904">
                  <w:pPr>
                    <w:pStyle w:val="SIText"/>
                  </w:pPr>
                  <w:r w:rsidRPr="00344904">
                    <w:t xml:space="preserve">Observe </w:t>
                  </w:r>
                  <w:r w:rsidR="00496840">
                    <w:t>workplace</w:t>
                  </w:r>
                  <w:r w:rsidRPr="00344904">
                    <w:t xml:space="preserve"> quality assurance procedures</w:t>
                  </w:r>
                </w:p>
              </w:tc>
            </w:tr>
            <w:tr w:rsidR="00344904" w:rsidRPr="005C7EA8" w14:paraId="1E836028" w14:textId="77777777" w:rsidTr="006305E0">
              <w:tc>
                <w:tcPr>
                  <w:tcW w:w="2036" w:type="dxa"/>
                </w:tcPr>
                <w:p w14:paraId="79C75A3B" w14:textId="1DB29F76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496840">
                    <w:t>X</w:t>
                  </w:r>
                  <w:r w:rsidR="00F43ADB">
                    <w:t>7</w:t>
                  </w:r>
                </w:p>
              </w:tc>
              <w:tc>
                <w:tcPr>
                  <w:tcW w:w="5670" w:type="dxa"/>
                </w:tcPr>
                <w:p w14:paraId="6FDD794D" w14:textId="36967B58" w:rsidR="00344904" w:rsidRPr="00344904" w:rsidRDefault="00344904" w:rsidP="00344904">
                  <w:pPr>
                    <w:pStyle w:val="SIText"/>
                  </w:pPr>
                  <w:r w:rsidRPr="00344904">
                    <w:t>Collect and record production data</w:t>
                  </w:r>
                </w:p>
              </w:tc>
            </w:tr>
            <w:tr w:rsidR="00344904" w:rsidRPr="005C7EA8" w14:paraId="310D956D" w14:textId="77777777" w:rsidTr="006305E0">
              <w:tc>
                <w:tcPr>
                  <w:tcW w:w="2036" w:type="dxa"/>
                </w:tcPr>
                <w:p w14:paraId="310CA8A3" w14:textId="689C262A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E71C6E">
                    <w:t>X</w:t>
                  </w:r>
                  <w:r w:rsidR="00F43ADB">
                    <w:t>8</w:t>
                  </w:r>
                </w:p>
              </w:tc>
              <w:tc>
                <w:tcPr>
                  <w:tcW w:w="5670" w:type="dxa"/>
                </w:tcPr>
                <w:p w14:paraId="4DAE4157" w14:textId="0865F770" w:rsidR="00344904" w:rsidRPr="00344904" w:rsidRDefault="00344904" w:rsidP="00344904">
                  <w:pPr>
                    <w:pStyle w:val="SIText"/>
                  </w:pPr>
                  <w:r w:rsidRPr="00344904">
                    <w:t>Provide information on products and services</w:t>
                  </w:r>
                </w:p>
              </w:tc>
            </w:tr>
            <w:tr w:rsidR="000D46D7" w:rsidRPr="005C7EA8" w14:paraId="428BE6BF" w14:textId="77777777" w:rsidTr="006305E0">
              <w:tc>
                <w:tcPr>
                  <w:tcW w:w="2036" w:type="dxa"/>
                </w:tcPr>
                <w:p w14:paraId="391A9AF7" w14:textId="198027AE" w:rsidR="000D46D7" w:rsidRDefault="000D46D7" w:rsidP="00344904">
                  <w:pPr>
                    <w:pStyle w:val="SIText"/>
                  </w:pPr>
                  <w:r>
                    <w:t>BSBCRT201</w:t>
                  </w:r>
                </w:p>
              </w:tc>
              <w:tc>
                <w:tcPr>
                  <w:tcW w:w="5670" w:type="dxa"/>
                </w:tcPr>
                <w:p w14:paraId="4CB7CEF8" w14:textId="0CAC642A" w:rsidR="000D46D7" w:rsidRDefault="000D46D7" w:rsidP="00344904">
                  <w:pPr>
                    <w:pStyle w:val="SIText"/>
                  </w:pPr>
                  <w:r>
                    <w:t xml:space="preserve">Develop and apply thinking and </w:t>
                  </w:r>
                  <w:proofErr w:type="gramStart"/>
                  <w:r>
                    <w:t>problem solving</w:t>
                  </w:r>
                  <w:proofErr w:type="gramEnd"/>
                  <w:r>
                    <w:t xml:space="preserve"> skills</w:t>
                  </w:r>
                </w:p>
              </w:tc>
            </w:tr>
            <w:tr w:rsidR="00D95D8F" w:rsidRPr="005C7EA8" w14:paraId="048665AF" w14:textId="77777777" w:rsidTr="006305E0">
              <w:tc>
                <w:tcPr>
                  <w:tcW w:w="2036" w:type="dxa"/>
                </w:tcPr>
                <w:p w14:paraId="00CBAD8C" w14:textId="1FD3DDA7" w:rsidR="00D95D8F" w:rsidRPr="00344904" w:rsidRDefault="00D95D8F" w:rsidP="00344904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20CD7175" w14:textId="5C4077EA" w:rsidR="00D95D8F" w:rsidRPr="00344904" w:rsidRDefault="00D95D8F" w:rsidP="00344904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344904" w:rsidRPr="005C7EA8" w14:paraId="7265EFCF" w14:textId="77777777" w:rsidTr="006305E0">
              <w:tc>
                <w:tcPr>
                  <w:tcW w:w="2036" w:type="dxa"/>
                </w:tcPr>
                <w:p w14:paraId="18DAF4DB" w14:textId="15457A96" w:rsidR="00344904" w:rsidRPr="00344904" w:rsidRDefault="00344904" w:rsidP="00344904">
                  <w:pPr>
                    <w:pStyle w:val="SIText"/>
                  </w:pPr>
                  <w:r w:rsidRPr="00344904">
                    <w:t>TLID</w:t>
                  </w:r>
                  <w:r w:rsidR="003E35CB">
                    <w:t>0020</w:t>
                  </w:r>
                </w:p>
              </w:tc>
              <w:tc>
                <w:tcPr>
                  <w:tcW w:w="5670" w:type="dxa"/>
                </w:tcPr>
                <w:p w14:paraId="22F0291D" w14:textId="27E4AC76" w:rsidR="00344904" w:rsidRPr="00344904" w:rsidRDefault="00344904" w:rsidP="00344904">
                  <w:pPr>
                    <w:pStyle w:val="SIText"/>
                  </w:pPr>
                  <w:r w:rsidRPr="00344904">
                    <w:t>Shift materials safely using manual handling methods</w:t>
                  </w:r>
                </w:p>
              </w:tc>
            </w:tr>
            <w:tr w:rsidR="003E35CB" w:rsidRPr="005C7EA8" w14:paraId="3EB18030" w14:textId="77777777" w:rsidTr="006305E0">
              <w:tc>
                <w:tcPr>
                  <w:tcW w:w="2036" w:type="dxa"/>
                </w:tcPr>
                <w:p w14:paraId="7F24037A" w14:textId="7B21EDA6" w:rsidR="003E35CB" w:rsidRPr="00344904" w:rsidRDefault="00414156" w:rsidP="00344904">
                  <w:pPr>
                    <w:pStyle w:val="SIText"/>
                  </w:pPr>
                  <w:r>
                    <w:t>TLILIC2014</w:t>
                  </w:r>
                </w:p>
              </w:tc>
              <w:tc>
                <w:tcPr>
                  <w:tcW w:w="5670" w:type="dxa"/>
                </w:tcPr>
                <w:p w14:paraId="23A65256" w14:textId="3936F093" w:rsidR="003E35CB" w:rsidRPr="00344904" w:rsidRDefault="00414156" w:rsidP="00344904">
                  <w:pPr>
                    <w:pStyle w:val="SIText"/>
                  </w:pPr>
                  <w:r>
                    <w:t>Licence to drive a light rigid vehicle</w:t>
                  </w:r>
                </w:p>
              </w:tc>
            </w:tr>
            <w:tr w:rsidR="00414156" w:rsidRPr="005C7EA8" w14:paraId="0BF15C9A" w14:textId="77777777" w:rsidTr="006305E0">
              <w:tc>
                <w:tcPr>
                  <w:tcW w:w="2036" w:type="dxa"/>
                </w:tcPr>
                <w:p w14:paraId="491F2457" w14:textId="1820DB46" w:rsidR="00414156" w:rsidRDefault="00414156" w:rsidP="00344904">
                  <w:pPr>
                    <w:pStyle w:val="SIText"/>
                  </w:pPr>
                  <w:r>
                    <w:t>TLILIC2015</w:t>
                  </w:r>
                </w:p>
              </w:tc>
              <w:tc>
                <w:tcPr>
                  <w:tcW w:w="5670" w:type="dxa"/>
                </w:tcPr>
                <w:p w14:paraId="4AC1E815" w14:textId="46318BEF" w:rsidR="00414156" w:rsidRPr="00344904" w:rsidRDefault="00414156" w:rsidP="00344904">
                  <w:pPr>
                    <w:pStyle w:val="SIText"/>
                  </w:pPr>
                  <w:r>
                    <w:t>Licence to drive a medium rigid vehicle</w:t>
                  </w:r>
                </w:p>
              </w:tc>
            </w:tr>
            <w:tr w:rsidR="00A04D4B" w:rsidRPr="005C7EA8" w14:paraId="173C3B66" w14:textId="77777777" w:rsidTr="006305E0">
              <w:tc>
                <w:tcPr>
                  <w:tcW w:w="2036" w:type="dxa"/>
                </w:tcPr>
                <w:p w14:paraId="30BA4A38" w14:textId="1C21AADB" w:rsidR="00A04D4B" w:rsidRDefault="00A04D4B" w:rsidP="00344904">
                  <w:pPr>
                    <w:pStyle w:val="SIText"/>
                  </w:pPr>
                  <w:r>
                    <w:lastRenderedPageBreak/>
                    <w:t>TLILIC2016</w:t>
                  </w:r>
                </w:p>
              </w:tc>
              <w:tc>
                <w:tcPr>
                  <w:tcW w:w="5670" w:type="dxa"/>
                </w:tcPr>
                <w:p w14:paraId="75BE0E6C" w14:textId="4F278DE3" w:rsidR="00A04D4B" w:rsidRDefault="00A04D4B" w:rsidP="00344904">
                  <w:pPr>
                    <w:pStyle w:val="SIText"/>
                  </w:pPr>
                  <w:r>
                    <w:t>Licence to drive a heavy rigid vehicle</w:t>
                  </w:r>
                </w:p>
              </w:tc>
            </w:tr>
          </w:tbl>
          <w:p w14:paraId="112EF8C1" w14:textId="779EC712" w:rsidR="009F2E27" w:rsidRDefault="009F2E27" w:rsidP="00205F8D"/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11202461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B467EC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4904" w:rsidRPr="00BC49BB" w14:paraId="4E8B5AF1" w14:textId="77777777" w:rsidTr="00EA116F">
              <w:tc>
                <w:tcPr>
                  <w:tcW w:w="1028" w:type="pct"/>
                </w:tcPr>
                <w:p w14:paraId="0E999D99" w14:textId="1870D2D5" w:rsidR="00344904" w:rsidRPr="00344904" w:rsidRDefault="00344904" w:rsidP="00344904">
                  <w:pPr>
                    <w:pStyle w:val="SIText"/>
                  </w:pPr>
                  <w:r w:rsidRPr="00344904">
                    <w:t>AHC2</w:t>
                  </w:r>
                  <w:r w:rsidR="00FB23AD">
                    <w:t>04</w:t>
                  </w:r>
                  <w:r w:rsidR="00496840">
                    <w:t>XX</w:t>
                  </w:r>
                  <w:r w:rsidRPr="00344904">
                    <w:t xml:space="preserve"> Certificate II in Horticulture</w:t>
                  </w:r>
                </w:p>
              </w:tc>
              <w:tc>
                <w:tcPr>
                  <w:tcW w:w="1105" w:type="pct"/>
                </w:tcPr>
                <w:p w14:paraId="363FA603" w14:textId="0748F362" w:rsidR="00344904" w:rsidRPr="00344904" w:rsidRDefault="00344904" w:rsidP="00344904">
                  <w:pPr>
                    <w:pStyle w:val="SIText"/>
                  </w:pPr>
                  <w:r w:rsidRPr="00344904">
                    <w:t>AHC20416 Certificate II in Horticulture</w:t>
                  </w:r>
                </w:p>
              </w:tc>
              <w:tc>
                <w:tcPr>
                  <w:tcW w:w="1398" w:type="pct"/>
                </w:tcPr>
                <w:p w14:paraId="2CA9E54D" w14:textId="77777777" w:rsidR="00B467EC" w:rsidRDefault="00B467EC" w:rsidP="00496840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372C1F93" w14:textId="4CECC37C" w:rsidR="00496840" w:rsidRPr="00496840" w:rsidRDefault="00B467EC" w:rsidP="00496840">
                  <w:pPr>
                    <w:pStyle w:val="SIText"/>
                  </w:pPr>
                  <w:r>
                    <w:t>Revised</w:t>
                  </w:r>
                  <w:r w:rsidR="00496840" w:rsidRPr="00496840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32C408F8" w14:textId="71ACF8F1" w:rsidR="00496840" w:rsidRPr="00496840" w:rsidRDefault="00B467EC" w:rsidP="00496840">
                  <w:pPr>
                    <w:pStyle w:val="SIText"/>
                  </w:pPr>
                  <w:r>
                    <w:t>Revised and increased</w:t>
                  </w:r>
                  <w:r w:rsidR="00496840" w:rsidRPr="00496840">
                    <w:t xml:space="preserve"> core units</w:t>
                  </w:r>
                  <w:r>
                    <w:t xml:space="preserve"> by 3 units</w:t>
                  </w:r>
                </w:p>
                <w:p w14:paraId="42D09A1B" w14:textId="3B4C9FA0" w:rsidR="00344904" w:rsidRPr="00496840" w:rsidRDefault="00B467EC" w:rsidP="00496840">
                  <w:pPr>
                    <w:pStyle w:val="SIText"/>
                  </w:pPr>
                  <w:r>
                    <w:t>A</w:t>
                  </w:r>
                  <w:r w:rsidR="00496840" w:rsidRPr="00496840">
                    <w:t>dded</w:t>
                  </w:r>
                  <w:r w:rsidR="007B3F8D">
                    <w:t xml:space="preserve">, </w:t>
                  </w:r>
                  <w:proofErr w:type="gramStart"/>
                  <w:r w:rsidR="007B3F8D">
                    <w:t>removed</w:t>
                  </w:r>
                  <w:proofErr w:type="gramEnd"/>
                  <w:r w:rsidR="00496840" w:rsidRPr="00496840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4BC1CB56" w:rsidR="00344904" w:rsidRPr="00344904" w:rsidRDefault="00496840" w:rsidP="00344904">
                  <w:pPr>
                    <w:pStyle w:val="SIText"/>
                  </w:pPr>
                  <w:r>
                    <w:t>Not e</w:t>
                  </w:r>
                  <w:r w:rsidR="00344904" w:rsidRPr="00344904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3E6734CF" w:rsidR="0074167B" w:rsidRPr="00C458AE" w:rsidRDefault="00140954" w:rsidP="00C458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C458A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C458AE">
              <w:rPr>
                <w:rStyle w:val="SITemporarytext-blue"/>
                <w:color w:val="auto"/>
                <w:sz w:val="20"/>
              </w:rPr>
              <w:t>:</w:t>
            </w:r>
            <w:r w:rsidRPr="00C458A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C458A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80BB4" w14:textId="77777777" w:rsidR="009C0184" w:rsidRDefault="009C0184" w:rsidP="00BF3F0A">
      <w:r>
        <w:separator/>
      </w:r>
    </w:p>
    <w:p w14:paraId="6985CE8E" w14:textId="77777777" w:rsidR="009C0184" w:rsidRDefault="009C0184"/>
  </w:endnote>
  <w:endnote w:type="continuationSeparator" w:id="0">
    <w:p w14:paraId="61A6E78E" w14:textId="77777777" w:rsidR="009C0184" w:rsidRDefault="009C0184" w:rsidP="00BF3F0A">
      <w:r>
        <w:continuationSeparator/>
      </w:r>
    </w:p>
    <w:p w14:paraId="5B0E14D1" w14:textId="77777777" w:rsidR="009C0184" w:rsidRDefault="009C0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3B26E" w14:textId="77777777" w:rsidR="009C0184" w:rsidRDefault="009C0184" w:rsidP="00BF3F0A">
      <w:r>
        <w:separator/>
      </w:r>
    </w:p>
    <w:p w14:paraId="4A010EB6" w14:textId="77777777" w:rsidR="009C0184" w:rsidRDefault="009C0184"/>
  </w:footnote>
  <w:footnote w:type="continuationSeparator" w:id="0">
    <w:p w14:paraId="42DEDA49" w14:textId="77777777" w:rsidR="009C0184" w:rsidRDefault="009C0184" w:rsidP="00BF3F0A">
      <w:r>
        <w:continuationSeparator/>
      </w:r>
    </w:p>
    <w:p w14:paraId="7A690439" w14:textId="77777777" w:rsidR="009C0184" w:rsidRDefault="009C01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9D41902" w:rsidR="009C2650" w:rsidRDefault="0059593A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1B8C" w:rsidRPr="00E11B8C">
      <w:t>AHC2</w:t>
    </w:r>
    <w:r w:rsidR="00FB23AD">
      <w:t>04</w:t>
    </w:r>
    <w:r w:rsidR="00C458AE">
      <w:t>XX</w:t>
    </w:r>
    <w:r w:rsidR="00E11B8C" w:rsidRPr="00E11B8C">
      <w:t xml:space="preserve"> Certificate II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5415288">
    <w:abstractNumId w:val="13"/>
  </w:num>
  <w:num w:numId="2" w16cid:durableId="66198783">
    <w:abstractNumId w:val="5"/>
  </w:num>
  <w:num w:numId="3" w16cid:durableId="1681734051">
    <w:abstractNumId w:val="4"/>
  </w:num>
  <w:num w:numId="4" w16cid:durableId="2040542913">
    <w:abstractNumId w:val="23"/>
  </w:num>
  <w:num w:numId="5" w16cid:durableId="1007558732">
    <w:abstractNumId w:val="2"/>
  </w:num>
  <w:num w:numId="6" w16cid:durableId="1389182172">
    <w:abstractNumId w:val="12"/>
  </w:num>
  <w:num w:numId="7" w16cid:durableId="1923906488">
    <w:abstractNumId w:val="3"/>
  </w:num>
  <w:num w:numId="8" w16cid:durableId="684359542">
    <w:abstractNumId w:val="0"/>
  </w:num>
  <w:num w:numId="9" w16cid:durableId="518550147">
    <w:abstractNumId w:val="22"/>
  </w:num>
  <w:num w:numId="10" w16cid:durableId="265385657">
    <w:abstractNumId w:val="15"/>
  </w:num>
  <w:num w:numId="11" w16cid:durableId="386880792">
    <w:abstractNumId w:val="20"/>
  </w:num>
  <w:num w:numId="12" w16cid:durableId="1854295008">
    <w:abstractNumId w:val="17"/>
  </w:num>
  <w:num w:numId="13" w16cid:durableId="64643248">
    <w:abstractNumId w:val="25"/>
  </w:num>
  <w:num w:numId="14" w16cid:durableId="973828418">
    <w:abstractNumId w:val="14"/>
  </w:num>
  <w:num w:numId="15" w16cid:durableId="1073159877">
    <w:abstractNumId w:val="24"/>
  </w:num>
  <w:num w:numId="16" w16cid:durableId="1620260663">
    <w:abstractNumId w:val="11"/>
  </w:num>
  <w:num w:numId="17" w16cid:durableId="1646004671">
    <w:abstractNumId w:val="8"/>
  </w:num>
  <w:num w:numId="18" w16cid:durableId="1209417063">
    <w:abstractNumId w:val="21"/>
  </w:num>
  <w:num w:numId="19" w16cid:durableId="563566521">
    <w:abstractNumId w:val="1"/>
  </w:num>
  <w:num w:numId="20" w16cid:durableId="324824387">
    <w:abstractNumId w:val="10"/>
  </w:num>
  <w:num w:numId="21" w16cid:durableId="1009064419">
    <w:abstractNumId w:val="19"/>
  </w:num>
  <w:num w:numId="22" w16cid:durableId="797643007">
    <w:abstractNumId w:val="6"/>
  </w:num>
  <w:num w:numId="23" w16cid:durableId="1809323180">
    <w:abstractNumId w:val="7"/>
  </w:num>
  <w:num w:numId="24" w16cid:durableId="1489638891">
    <w:abstractNumId w:val="18"/>
  </w:num>
  <w:num w:numId="25" w16cid:durableId="898974140">
    <w:abstractNumId w:val="16"/>
  </w:num>
  <w:num w:numId="26" w16cid:durableId="810441527">
    <w:abstractNumId w:val="26"/>
  </w:num>
  <w:num w:numId="27" w16cid:durableId="9758365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46D7"/>
    <w:rsid w:val="000D73BF"/>
    <w:rsid w:val="000D7BE6"/>
    <w:rsid w:val="000E2C86"/>
    <w:rsid w:val="000F29F2"/>
    <w:rsid w:val="000F594B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85E3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0ED6"/>
    <w:rsid w:val="00201A7C"/>
    <w:rsid w:val="00205F8D"/>
    <w:rsid w:val="0021414D"/>
    <w:rsid w:val="00223124"/>
    <w:rsid w:val="0023051E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96B78"/>
    <w:rsid w:val="002A4CD3"/>
    <w:rsid w:val="002C55E9"/>
    <w:rsid w:val="002D0C8B"/>
    <w:rsid w:val="002E193E"/>
    <w:rsid w:val="002F1BE6"/>
    <w:rsid w:val="00321C7C"/>
    <w:rsid w:val="00331018"/>
    <w:rsid w:val="00337E82"/>
    <w:rsid w:val="00344904"/>
    <w:rsid w:val="00350BB1"/>
    <w:rsid w:val="00352C83"/>
    <w:rsid w:val="0037067D"/>
    <w:rsid w:val="0038735B"/>
    <w:rsid w:val="003916D1"/>
    <w:rsid w:val="003A1A00"/>
    <w:rsid w:val="003A21F0"/>
    <w:rsid w:val="003A58BA"/>
    <w:rsid w:val="003A5AE7"/>
    <w:rsid w:val="003A7221"/>
    <w:rsid w:val="003C13AE"/>
    <w:rsid w:val="003C4839"/>
    <w:rsid w:val="003D2E73"/>
    <w:rsid w:val="003D3E14"/>
    <w:rsid w:val="003E35CB"/>
    <w:rsid w:val="003E7BBE"/>
    <w:rsid w:val="004127E3"/>
    <w:rsid w:val="00414156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4ABB"/>
    <w:rsid w:val="00496840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5CA6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9593A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5F7BF9"/>
    <w:rsid w:val="006121D4"/>
    <w:rsid w:val="00613B49"/>
    <w:rsid w:val="00620E8E"/>
    <w:rsid w:val="006305E0"/>
    <w:rsid w:val="00633CFE"/>
    <w:rsid w:val="00634FCA"/>
    <w:rsid w:val="006404B5"/>
    <w:rsid w:val="006437EC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6F6800"/>
    <w:rsid w:val="00705EEC"/>
    <w:rsid w:val="00707741"/>
    <w:rsid w:val="0072164A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358C"/>
    <w:rsid w:val="007A1149"/>
    <w:rsid w:val="007B3F8D"/>
    <w:rsid w:val="007C1416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0CC6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4019"/>
    <w:rsid w:val="00886790"/>
    <w:rsid w:val="008908DE"/>
    <w:rsid w:val="00894FBB"/>
    <w:rsid w:val="008A0E36"/>
    <w:rsid w:val="008A12ED"/>
    <w:rsid w:val="008B2C77"/>
    <w:rsid w:val="008B4AD2"/>
    <w:rsid w:val="008E1B41"/>
    <w:rsid w:val="008E39BE"/>
    <w:rsid w:val="008E62EC"/>
    <w:rsid w:val="008E7B69"/>
    <w:rsid w:val="008F32F6"/>
    <w:rsid w:val="00905474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3816"/>
    <w:rsid w:val="00964D87"/>
    <w:rsid w:val="00970747"/>
    <w:rsid w:val="0098725E"/>
    <w:rsid w:val="009A5900"/>
    <w:rsid w:val="009A651B"/>
    <w:rsid w:val="009C0184"/>
    <w:rsid w:val="009C2650"/>
    <w:rsid w:val="009D15E2"/>
    <w:rsid w:val="009D15FE"/>
    <w:rsid w:val="009D5D2C"/>
    <w:rsid w:val="009E568C"/>
    <w:rsid w:val="009F0DCC"/>
    <w:rsid w:val="009F11CA"/>
    <w:rsid w:val="009F2E27"/>
    <w:rsid w:val="00A04D4B"/>
    <w:rsid w:val="00A0695B"/>
    <w:rsid w:val="00A13052"/>
    <w:rsid w:val="00A216A8"/>
    <w:rsid w:val="00A223A6"/>
    <w:rsid w:val="00A354FC"/>
    <w:rsid w:val="00A3701D"/>
    <w:rsid w:val="00A5092E"/>
    <w:rsid w:val="00A56E14"/>
    <w:rsid w:val="00A637BB"/>
    <w:rsid w:val="00A6476B"/>
    <w:rsid w:val="00A6651B"/>
    <w:rsid w:val="00A76C6C"/>
    <w:rsid w:val="00A77172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12FFC"/>
    <w:rsid w:val="00B2154C"/>
    <w:rsid w:val="00B22C67"/>
    <w:rsid w:val="00B3508F"/>
    <w:rsid w:val="00B443EE"/>
    <w:rsid w:val="00B467EC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2B66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458AE"/>
    <w:rsid w:val="00C578E9"/>
    <w:rsid w:val="00C621EE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5AC"/>
    <w:rsid w:val="00CB361C"/>
    <w:rsid w:val="00CB746F"/>
    <w:rsid w:val="00CC451E"/>
    <w:rsid w:val="00CC7D4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95D8F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71C6E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08FD"/>
    <w:rsid w:val="00F07C48"/>
    <w:rsid w:val="00F1480E"/>
    <w:rsid w:val="00F1497D"/>
    <w:rsid w:val="00F16AAC"/>
    <w:rsid w:val="00F35A6A"/>
    <w:rsid w:val="00F438FC"/>
    <w:rsid w:val="00F43ADB"/>
    <w:rsid w:val="00F5616F"/>
    <w:rsid w:val="00F56827"/>
    <w:rsid w:val="00F65EF0"/>
    <w:rsid w:val="00F71651"/>
    <w:rsid w:val="00F73518"/>
    <w:rsid w:val="00F76CC6"/>
    <w:rsid w:val="00FB23A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0F59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831B63D9-B550-4FFB-8B60-11975E9B6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403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34</cp:revision>
  <cp:lastPrinted>2016-05-27T05:21:00Z</cp:lastPrinted>
  <dcterms:created xsi:type="dcterms:W3CDTF">2021-07-30T01:42:00Z</dcterms:created>
  <dcterms:modified xsi:type="dcterms:W3CDTF">2022-05-09T23:37:00Z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